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57D04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453A04E7" w14:textId="77777777" w:rsidR="003B3BC8" w:rsidRPr="00F10799" w:rsidRDefault="003B3BC8" w:rsidP="003B3BC8">
      <w:pPr>
        <w:rPr>
          <w:sz w:val="20"/>
          <w:szCs w:val="20"/>
        </w:rPr>
      </w:pPr>
    </w:p>
    <w:p w14:paraId="5DDAF4E6" w14:textId="77777777" w:rsidR="003B3BC8" w:rsidRPr="005A169E" w:rsidRDefault="00C93399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INTERVIEW SCHEDULE TEMPLATE</w:t>
      </w:r>
    </w:p>
    <w:p w14:paraId="33F1F35F" w14:textId="77777777"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52"/>
        <w:gridCol w:w="2380"/>
        <w:gridCol w:w="1725"/>
        <w:gridCol w:w="2755"/>
      </w:tblGrid>
      <w:tr w:rsidR="00C35B57" w:rsidRPr="00F9329A" w14:paraId="06D0791A" w14:textId="77777777" w:rsidTr="00E96ABE">
        <w:trPr>
          <w:trHeight w:val="501"/>
        </w:trPr>
        <w:tc>
          <w:tcPr>
            <w:tcW w:w="1985" w:type="dxa"/>
            <w:shd w:val="clear" w:color="auto" w:fill="D9D9D9" w:themeFill="background1" w:themeFillShade="D9"/>
          </w:tcPr>
          <w:p w14:paraId="641258DA" w14:textId="77777777" w:rsidR="00C35B57" w:rsidRDefault="00C35B57" w:rsidP="00E96ABE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7053" w:type="dxa"/>
            <w:gridSpan w:val="3"/>
          </w:tcPr>
          <w:p w14:paraId="2EE79F21" w14:textId="77777777" w:rsidR="00C35B57" w:rsidRPr="008442E6" w:rsidRDefault="00C35B57" w:rsidP="00E96ABE">
            <w:pPr>
              <w:rPr>
                <w:b/>
              </w:rPr>
            </w:pPr>
          </w:p>
        </w:tc>
      </w:tr>
      <w:tr w:rsidR="00C35B57" w:rsidRPr="0004308E" w14:paraId="541ECAF0" w14:textId="77777777" w:rsidTr="00F03B38">
        <w:trPr>
          <w:trHeight w:val="431"/>
        </w:trPr>
        <w:tc>
          <w:tcPr>
            <w:tcW w:w="1985" w:type="dxa"/>
            <w:shd w:val="clear" w:color="auto" w:fill="D9D9D9" w:themeFill="background1" w:themeFillShade="D9"/>
          </w:tcPr>
          <w:p w14:paraId="06C29232" w14:textId="77777777" w:rsidR="00C35B57" w:rsidRDefault="00C35B57" w:rsidP="00E96AB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053" w:type="dxa"/>
            <w:gridSpan w:val="3"/>
          </w:tcPr>
          <w:p w14:paraId="716F4108" w14:textId="77777777" w:rsidR="00C35B57" w:rsidRPr="0004308E" w:rsidRDefault="00C35B57" w:rsidP="00E96ABE"/>
        </w:tc>
      </w:tr>
      <w:tr w:rsidR="00C35B57" w:rsidRPr="0004308E" w14:paraId="7770D51E" w14:textId="77777777" w:rsidTr="00E96ABE">
        <w:trPr>
          <w:trHeight w:val="431"/>
        </w:trPr>
        <w:tc>
          <w:tcPr>
            <w:tcW w:w="1985" w:type="dxa"/>
            <w:shd w:val="clear" w:color="auto" w:fill="D9D9D9" w:themeFill="background1" w:themeFillShade="D9"/>
          </w:tcPr>
          <w:p w14:paraId="3C5C3CEB" w14:textId="77777777" w:rsidR="00C35B57" w:rsidRDefault="00C35B57" w:rsidP="00E96ABE">
            <w:pPr>
              <w:jc w:val="left"/>
              <w:rPr>
                <w:b/>
              </w:rPr>
            </w:pPr>
            <w:r>
              <w:rPr>
                <w:b/>
              </w:rPr>
              <w:t xml:space="preserve">Time </w:t>
            </w:r>
            <w:proofErr w:type="gramStart"/>
            <w:r>
              <w:rPr>
                <w:b/>
              </w:rPr>
              <w:t>start</w:t>
            </w:r>
            <w:proofErr w:type="gramEnd"/>
          </w:p>
        </w:tc>
        <w:tc>
          <w:tcPr>
            <w:tcW w:w="2453" w:type="dxa"/>
          </w:tcPr>
          <w:p w14:paraId="3999D425" w14:textId="77777777" w:rsidR="00C35B57" w:rsidRPr="00F9329A" w:rsidRDefault="00C35B57" w:rsidP="00E96ABE"/>
        </w:tc>
        <w:tc>
          <w:tcPr>
            <w:tcW w:w="1759" w:type="dxa"/>
            <w:shd w:val="clear" w:color="auto" w:fill="D9D9D9" w:themeFill="background1" w:themeFillShade="D9"/>
          </w:tcPr>
          <w:p w14:paraId="5D6C61F0" w14:textId="77777777" w:rsidR="00C35B57" w:rsidRDefault="00C35B57" w:rsidP="00E96ABE">
            <w:pPr>
              <w:rPr>
                <w:b/>
              </w:rPr>
            </w:pPr>
            <w:r>
              <w:rPr>
                <w:b/>
              </w:rPr>
              <w:t>Time finish</w:t>
            </w:r>
          </w:p>
        </w:tc>
        <w:tc>
          <w:tcPr>
            <w:tcW w:w="2841" w:type="dxa"/>
          </w:tcPr>
          <w:p w14:paraId="21F60D81" w14:textId="77777777" w:rsidR="00C35B57" w:rsidRPr="0004308E" w:rsidRDefault="00C35B57" w:rsidP="00E96ABE"/>
        </w:tc>
      </w:tr>
    </w:tbl>
    <w:p w14:paraId="3EACD623" w14:textId="77777777" w:rsidR="00C35B57" w:rsidRDefault="00C35B57" w:rsidP="003B3BC8">
      <w:pPr>
        <w:rPr>
          <w:b/>
        </w:rPr>
      </w:pPr>
    </w:p>
    <w:p w14:paraId="079FC879" w14:textId="77777777" w:rsidR="00C35B57" w:rsidRDefault="00C35B57" w:rsidP="003B3BC8">
      <w:pPr>
        <w:rPr>
          <w:b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2552"/>
        <w:gridCol w:w="1701"/>
        <w:gridCol w:w="3544"/>
        <w:gridCol w:w="1275"/>
      </w:tblGrid>
      <w:tr w:rsidR="00C93399" w:rsidRPr="00F9329A" w14:paraId="0550BC22" w14:textId="77777777" w:rsidTr="00517CE1">
        <w:trPr>
          <w:trHeight w:val="490"/>
        </w:trPr>
        <w:tc>
          <w:tcPr>
            <w:tcW w:w="2552" w:type="dxa"/>
            <w:shd w:val="clear" w:color="auto" w:fill="D9D9D9" w:themeFill="background1" w:themeFillShade="D9"/>
          </w:tcPr>
          <w:p w14:paraId="17DA6F93" w14:textId="77777777" w:rsidR="00C93399" w:rsidRPr="00807104" w:rsidRDefault="00C93399" w:rsidP="00E96ABE">
            <w:pPr>
              <w:jc w:val="center"/>
              <w:rPr>
                <w:b/>
              </w:rPr>
            </w:pPr>
            <w:r>
              <w:rPr>
                <w:b/>
              </w:rPr>
              <w:t xml:space="preserve">Time applicants to receive interview questions </w:t>
            </w:r>
            <w:proofErr w:type="gramStart"/>
            <w:r>
              <w:rPr>
                <w:b/>
              </w:rPr>
              <w:t>( if</w:t>
            </w:r>
            <w:proofErr w:type="gramEnd"/>
            <w:r>
              <w:rPr>
                <w:b/>
              </w:rPr>
              <w:t xml:space="preserve"> decided)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1F714EC" w14:textId="77777777" w:rsidR="00C93399" w:rsidRPr="00807104" w:rsidRDefault="00C93399" w:rsidP="00E96ABE">
            <w:pPr>
              <w:jc w:val="center"/>
              <w:rPr>
                <w:b/>
              </w:rPr>
            </w:pPr>
            <w:r>
              <w:rPr>
                <w:b/>
              </w:rPr>
              <w:t>Scheduled interview time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6EEA7640" w14:textId="77777777" w:rsidR="00C93399" w:rsidRPr="00807104" w:rsidRDefault="00C93399" w:rsidP="00E96ABE">
            <w:pPr>
              <w:jc w:val="center"/>
              <w:rPr>
                <w:b/>
              </w:rPr>
            </w:pPr>
            <w:r>
              <w:rPr>
                <w:b/>
              </w:rPr>
              <w:t>Interviewee</w:t>
            </w:r>
            <w:r w:rsidR="00517CE1">
              <w:rPr>
                <w:b/>
              </w:rPr>
              <w:t xml:space="preserve">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3C77142" w14:textId="77777777" w:rsidR="00C93399" w:rsidRPr="00807104" w:rsidRDefault="00C93399" w:rsidP="00E96ABE">
            <w:pPr>
              <w:jc w:val="center"/>
              <w:rPr>
                <w:b/>
              </w:rPr>
            </w:pPr>
            <w:r>
              <w:rPr>
                <w:b/>
              </w:rPr>
              <w:t>Attended</w:t>
            </w:r>
          </w:p>
        </w:tc>
      </w:tr>
      <w:tr w:rsidR="00C93399" w:rsidRPr="00F9329A" w14:paraId="1ADBFAE8" w14:textId="77777777" w:rsidTr="00517CE1">
        <w:trPr>
          <w:trHeight w:val="490"/>
        </w:trPr>
        <w:tc>
          <w:tcPr>
            <w:tcW w:w="2552" w:type="dxa"/>
            <w:shd w:val="clear" w:color="auto" w:fill="FFFFFF" w:themeFill="background1"/>
          </w:tcPr>
          <w:p w14:paraId="054E1EF3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14:paraId="21060567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14:paraId="7F0A11F0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14:paraId="405F1601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14:paraId="5378FB43" w14:textId="77777777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14:paraId="04356842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14:paraId="0FED5484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14:paraId="1ED009B2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14:paraId="2E10BEEB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14:paraId="11397DD8" w14:textId="77777777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14:paraId="634C1487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14:paraId="78BC5B0D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14:paraId="6CFE0405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14:paraId="67ED2F39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14:paraId="121065C2" w14:textId="77777777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14:paraId="659D7CAA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14:paraId="65C4849C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14:paraId="3F20425E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14:paraId="539EE6FD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14:paraId="65A86BC6" w14:textId="77777777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14:paraId="1A1C81E5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14:paraId="52AFED6E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14:paraId="42347A7D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14:paraId="724BEBF8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14:paraId="761CBE98" w14:textId="77777777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14:paraId="093B6D50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14:paraId="47DD5C7F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14:paraId="12324417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14:paraId="2D6AD291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14:paraId="31114ECE" w14:textId="77777777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14:paraId="47C8B6B8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14:paraId="7A168117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14:paraId="4C633DCD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14:paraId="1646B16D" w14:textId="77777777"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517CE1" w:rsidRPr="00F9329A" w14:paraId="6CD74713" w14:textId="77777777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14:paraId="0009151F" w14:textId="77777777"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14:paraId="777C0965" w14:textId="77777777"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14:paraId="6C815E4D" w14:textId="77777777"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14:paraId="3A0BAC21" w14:textId="77777777" w:rsidR="00517CE1" w:rsidRPr="00F9329A" w:rsidRDefault="00517CE1" w:rsidP="00517CE1">
            <w:pPr>
              <w:spacing w:line="480" w:lineRule="auto"/>
              <w:jc w:val="center"/>
            </w:pPr>
          </w:p>
        </w:tc>
      </w:tr>
      <w:tr w:rsidR="00517CE1" w:rsidRPr="00F9329A" w14:paraId="0B828736" w14:textId="77777777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14:paraId="19CEA2FC" w14:textId="77777777"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14:paraId="274F536C" w14:textId="77777777"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14:paraId="294020B7" w14:textId="77777777"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14:paraId="1C33D517" w14:textId="77777777" w:rsidR="00517CE1" w:rsidRPr="00F9329A" w:rsidRDefault="00517CE1" w:rsidP="00517CE1">
            <w:pPr>
              <w:spacing w:line="480" w:lineRule="auto"/>
              <w:jc w:val="center"/>
            </w:pPr>
          </w:p>
        </w:tc>
      </w:tr>
    </w:tbl>
    <w:p w14:paraId="2989CA68" w14:textId="77777777" w:rsidR="00C93399" w:rsidRDefault="00C93399" w:rsidP="003B3BC8">
      <w:pPr>
        <w:rPr>
          <w:b/>
        </w:rPr>
      </w:pPr>
    </w:p>
    <w:sectPr w:rsidR="00C93399" w:rsidSect="006A3DBD">
      <w:footerReference w:type="default" r:id="rId12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03D3" w14:textId="77777777" w:rsidR="00F66683" w:rsidRDefault="00F66683" w:rsidP="00F90996">
      <w:r>
        <w:separator/>
      </w:r>
    </w:p>
  </w:endnote>
  <w:endnote w:type="continuationSeparator" w:id="0">
    <w:p w14:paraId="71C2C55E" w14:textId="77777777" w:rsidR="00F66683" w:rsidRDefault="00F6668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844F" w14:textId="77777777" w:rsidR="00F66683" w:rsidRPr="0086262A" w:rsidRDefault="00C93399" w:rsidP="00CE795B">
    <w:pPr>
      <w:pStyle w:val="Footer"/>
    </w:pPr>
    <w:r>
      <w:t>Interview schedule template</w:t>
    </w:r>
    <w:r w:rsidR="00BA1687">
      <w:t xml:space="preserve"> </w:t>
    </w:r>
    <w:r w:rsidR="00F66683">
      <w:t xml:space="preserve">- </w:t>
    </w:r>
    <w:r w:rsidR="00F66683" w:rsidRPr="00EA00FF">
      <w:t>[month, y</w:t>
    </w:r>
    <w:r w:rsidR="00F66683">
      <w:t>ea</w:t>
    </w:r>
    <w:r w:rsidR="00F66683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F66683">
          <w:t xml:space="preserve"> </w:t>
        </w:r>
        <w:r w:rsidR="00F66683">
          <w:tab/>
        </w:r>
        <w:r>
          <w:tab/>
        </w:r>
        <w:r w:rsidR="00F66683" w:rsidRPr="0086262A">
          <w:t xml:space="preserve">Page </w:t>
        </w:r>
        <w:r w:rsidR="00F66683" w:rsidRPr="0086262A">
          <w:fldChar w:fldCharType="begin"/>
        </w:r>
        <w:r w:rsidR="00F66683" w:rsidRPr="0086262A">
          <w:instrText xml:space="preserve"> PAGE </w:instrText>
        </w:r>
        <w:r w:rsidR="00F66683" w:rsidRPr="0086262A">
          <w:fldChar w:fldCharType="separate"/>
        </w:r>
        <w:r w:rsidR="00C35B57">
          <w:rPr>
            <w:noProof/>
          </w:rPr>
          <w:t>1</w:t>
        </w:r>
        <w:r w:rsidR="00F66683" w:rsidRPr="0086262A">
          <w:fldChar w:fldCharType="end"/>
        </w:r>
        <w:r w:rsidR="00F66683" w:rsidRPr="0086262A">
          <w:t xml:space="preserve"> of </w:t>
        </w:r>
        <w:r w:rsidR="001B76A2">
          <w:fldChar w:fldCharType="begin"/>
        </w:r>
        <w:r w:rsidR="001B76A2">
          <w:instrText xml:space="preserve"> NUMPAGES  </w:instrText>
        </w:r>
        <w:r w:rsidR="001B76A2">
          <w:fldChar w:fldCharType="separate"/>
        </w:r>
        <w:r w:rsidR="00C35B57">
          <w:rPr>
            <w:noProof/>
          </w:rPr>
          <w:t>1</w:t>
        </w:r>
        <w:r w:rsidR="001B76A2">
          <w:rPr>
            <w:noProof/>
          </w:rPr>
          <w:fldChar w:fldCharType="end"/>
        </w:r>
      </w:sdtContent>
    </w:sdt>
  </w:p>
  <w:p w14:paraId="1F5D8598" w14:textId="77777777" w:rsidR="00F66683" w:rsidRDefault="00F66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6BC91" w14:textId="77777777" w:rsidR="00F66683" w:rsidRDefault="00F66683" w:rsidP="00F90996">
      <w:r>
        <w:separator/>
      </w:r>
    </w:p>
  </w:footnote>
  <w:footnote w:type="continuationSeparator" w:id="0">
    <w:p w14:paraId="68684A6F" w14:textId="77777777" w:rsidR="00F66683" w:rsidRDefault="00F6668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17A9"/>
    <w:rsid w:val="000203F1"/>
    <w:rsid w:val="000230E6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B76A2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4976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17CE1"/>
    <w:rsid w:val="00521FEC"/>
    <w:rsid w:val="00531C48"/>
    <w:rsid w:val="00536AC3"/>
    <w:rsid w:val="00542623"/>
    <w:rsid w:val="0054290D"/>
    <w:rsid w:val="005542E9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07A94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5FEF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5F90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1687"/>
    <w:rsid w:val="00BA4F75"/>
    <w:rsid w:val="00BA53EB"/>
    <w:rsid w:val="00BA5CF1"/>
    <w:rsid w:val="00BB37B4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3028A"/>
    <w:rsid w:val="00C35B57"/>
    <w:rsid w:val="00C40780"/>
    <w:rsid w:val="00C40EB0"/>
    <w:rsid w:val="00C53173"/>
    <w:rsid w:val="00C541A5"/>
    <w:rsid w:val="00C55E2D"/>
    <w:rsid w:val="00C568DE"/>
    <w:rsid w:val="00C838A3"/>
    <w:rsid w:val="00C91CBC"/>
    <w:rsid w:val="00C93399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35D00"/>
    <w:rsid w:val="00D462B0"/>
    <w:rsid w:val="00D47D45"/>
    <w:rsid w:val="00D47EC0"/>
    <w:rsid w:val="00D51903"/>
    <w:rsid w:val="00D5377F"/>
    <w:rsid w:val="00D70A13"/>
    <w:rsid w:val="00D71BC7"/>
    <w:rsid w:val="00D767F5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92C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305DE"/>
    <w:rsid w:val="00F404D2"/>
    <w:rsid w:val="00F44E1D"/>
    <w:rsid w:val="00F60DAA"/>
    <w:rsid w:val="00F6287E"/>
    <w:rsid w:val="00F66683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7DBFB5F7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23ST2XJ3F2FU-1797567310-95080</_dlc_DocId>
    <_dlc_DocIdUrl xmlns="14c5a56e-ced3-43ad-8a76-68a367d68378">
      <Url>https://nadaau.sharepoint.com/_layouts/15/DocIdRedir.aspx?ID=23ST2XJ3F2FU-1797567310-95080</Url>
      <Description>23ST2XJ3F2FU-1797567310-95080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38E687-8EFC-4135-AAC9-5D88A0651B69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3B45A441-BCF9-4BA3-A27E-56771481D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0AE63E-B24E-4FD9-A0C0-809CDE13A7B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9D21FE4-1D67-4A13-BAE1-F01D716AB7D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6A7292-4830-4218-859C-D803CBE55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2021-04-21T03:42:00Z</dcterms:created>
  <dcterms:modified xsi:type="dcterms:W3CDTF">2021-04-21T03:42:00Z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d931edba-87b7-4920-8c6a-71f6f8ad88b5</vt:lpwstr>
  </property>
</Properties>
</file>